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653536">
        <w:rPr>
          <w:rFonts w:ascii="Arial Narrow" w:hAnsi="Arial Narrow"/>
          <w:noProof/>
          <w:sz w:val="22"/>
          <w:lang w:val="de-DE"/>
        </w:rPr>
        <w:t>22.10.2012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C1EB8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C1EB8" w:rsidRDefault="000C1EB8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A26029" w:rsidRDefault="00B43ED5" w:rsidP="00A2602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Anfangsessen (</w:t>
      </w:r>
      <w:r w:rsidR="00A26029">
        <w:rPr>
          <w:rFonts w:ascii="Arial Narrow" w:hAnsi="Arial Narrow"/>
          <w:sz w:val="22"/>
          <w:lang w:val="de-DE"/>
        </w:rPr>
        <w:t>Halloween</w:t>
      </w:r>
      <w:r>
        <w:rPr>
          <w:rFonts w:ascii="Arial Narrow" w:hAnsi="Arial Narrow"/>
          <w:sz w:val="22"/>
          <w:lang w:val="de-DE"/>
        </w:rPr>
        <w:t xml:space="preserve"> hat Sabine keine Zeit)</w:t>
      </w:r>
    </w:p>
    <w:p w:rsidR="00A26029" w:rsidRDefault="00A26029" w:rsidP="00A2602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HipHop</w:t>
      </w:r>
      <w:proofErr w:type="spellEnd"/>
      <w:r>
        <w:rPr>
          <w:rFonts w:ascii="Arial Narrow" w:hAnsi="Arial Narrow"/>
          <w:sz w:val="22"/>
          <w:lang w:val="de-DE"/>
        </w:rPr>
        <w:t>-Referat</w:t>
      </w:r>
    </w:p>
    <w:p w:rsidR="00B43ED5" w:rsidRPr="00A26029" w:rsidRDefault="00B43ED5" w:rsidP="00A26029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DropBox</w:t>
      </w:r>
      <w:proofErr w:type="spellEnd"/>
      <w:r>
        <w:rPr>
          <w:rFonts w:ascii="Arial Narrow" w:hAnsi="Arial Narrow"/>
          <w:sz w:val="22"/>
          <w:lang w:val="de-DE"/>
        </w:rPr>
        <w:t xml:space="preserve"> jeder erhalten?</w:t>
      </w:r>
    </w:p>
    <w:p w:rsidR="00A26029" w:rsidRDefault="00A26029" w:rsidP="00A260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Schriftführer?</w:t>
      </w:r>
    </w:p>
    <w:p w:rsidR="00B43ED5" w:rsidRDefault="00B43ED5" w:rsidP="00A260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Ideen für Förderung (5%-Pool und Fördergesellschaft)</w:t>
      </w:r>
    </w:p>
    <w:p w:rsidR="00B43ED5" w:rsidRDefault="00B43ED5" w:rsidP="00A260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</w:t>
      </w:r>
    </w:p>
    <w:p w:rsidR="00B43ED5" w:rsidRDefault="00B43ED5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</w:t>
      </w:r>
    </w:p>
    <w:p w:rsidR="00B43ED5" w:rsidRDefault="00B43ED5" w:rsidP="00B43ED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Plakate?</w:t>
      </w:r>
    </w:p>
    <w:p w:rsidR="00B43ED5" w:rsidRDefault="00B43ED5" w:rsidP="00B43ED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Band?</w:t>
      </w:r>
    </w:p>
    <w:p w:rsidR="00B43ED5" w:rsidRDefault="005A338E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ToDo</w:t>
      </w:r>
      <w:proofErr w:type="spellEnd"/>
      <w:r>
        <w:rPr>
          <w:rFonts w:ascii="Arial Narrow" w:hAnsi="Arial Narrow"/>
          <w:sz w:val="22"/>
          <w:lang w:val="de-DE"/>
        </w:rPr>
        <w:t>-Liste</w:t>
      </w:r>
      <w:bookmarkStart w:id="0" w:name="_GoBack"/>
      <w:bookmarkEnd w:id="0"/>
    </w:p>
    <w:p w:rsidR="00A26029" w:rsidRDefault="00A26029" w:rsidP="00A260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A26029" w:rsidRDefault="00A26029" w:rsidP="00A26029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36 ECTS Regelung Anfrage </w:t>
      </w:r>
      <w:proofErr w:type="spellStart"/>
      <w:r>
        <w:rPr>
          <w:rFonts w:ascii="Arial Narrow" w:hAnsi="Arial Narrow"/>
          <w:sz w:val="22"/>
          <w:lang w:val="de-DE"/>
        </w:rPr>
        <w:t>Riccarda</w:t>
      </w:r>
      <w:proofErr w:type="spellEnd"/>
      <w:r>
        <w:rPr>
          <w:rFonts w:ascii="Arial Narrow" w:hAnsi="Arial Narrow"/>
          <w:sz w:val="22"/>
          <w:lang w:val="de-DE"/>
        </w:rPr>
        <w:t xml:space="preserve"> De Vico</w:t>
      </w:r>
    </w:p>
    <w:p w:rsidR="00B43ED5" w:rsidRDefault="00B43ED5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Kontaktliste ausfüllen (neue ZBVs)</w:t>
      </w:r>
    </w:p>
    <w:p w:rsidR="00B43ED5" w:rsidRPr="00B43ED5" w:rsidRDefault="00B43ED5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Shuttlebus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Professorennacht</w:t>
      </w:r>
    </w:p>
    <w:sectPr w:rsidR="00B43ED5" w:rsidRPr="00B43ED5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029" w:rsidRDefault="00A26029">
      <w:pPr>
        <w:spacing w:line="20" w:lineRule="exact"/>
      </w:pPr>
    </w:p>
  </w:endnote>
  <w:endnote w:type="continuationSeparator" w:id="0">
    <w:p w:rsidR="00A26029" w:rsidRDefault="00A2602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A26029" w:rsidRDefault="00A2602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029" w:rsidRDefault="00A2602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A26029" w:rsidRDefault="00A26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53536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29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A338E"/>
    <w:rsid w:val="005B1C22"/>
    <w:rsid w:val="005F45A2"/>
    <w:rsid w:val="00602994"/>
    <w:rsid w:val="00606F9B"/>
    <w:rsid w:val="00653536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26029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43ED5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Agenda_WS2012-13_Vorlage.dotx</Template>
  <TotalTime>0</TotalTime>
  <Pages>1</Pages>
  <Words>79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</dc:creator>
  <cp:lastModifiedBy>Matthias</cp:lastModifiedBy>
  <cp:revision>2</cp:revision>
  <cp:lastPrinted>2012-10-22T11:43:00Z</cp:lastPrinted>
  <dcterms:created xsi:type="dcterms:W3CDTF">2012-10-22T11:08:00Z</dcterms:created>
  <dcterms:modified xsi:type="dcterms:W3CDTF">2012-10-22T11:43:00Z</dcterms:modified>
</cp:coreProperties>
</file>